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E89F9" w14:textId="77777777" w:rsidR="007C371D" w:rsidRPr="007C371D" w:rsidRDefault="007C371D" w:rsidP="001F67C0">
      <w:pPr>
        <w:jc w:val="center"/>
      </w:pPr>
      <w:r w:rsidRPr="007C371D">
        <w:t>Lea Steiner</w:t>
      </w:r>
    </w:p>
    <w:p w14:paraId="1FDFD35A" w14:textId="4AC43B3B" w:rsidR="007C371D" w:rsidRPr="007C371D" w:rsidRDefault="007C371D" w:rsidP="007C371D">
      <w:pPr>
        <w:jc w:val="center"/>
      </w:pPr>
      <w:r w:rsidRPr="007C371D">
        <w:t>Bergstr. 15, 90610 Nürnberg, Tel.: 0</w:t>
      </w:r>
      <w:r>
        <w:t>16</w:t>
      </w:r>
      <w:r w:rsidRPr="007C371D">
        <w:t>1 223344</w:t>
      </w:r>
      <w:r>
        <w:t>55</w:t>
      </w:r>
    </w:p>
    <w:p w14:paraId="68BBD885" w14:textId="77777777" w:rsidR="007C371D" w:rsidRPr="007C371D" w:rsidRDefault="007C371D" w:rsidP="007C371D">
      <w:pPr>
        <w:jc w:val="center"/>
      </w:pPr>
      <w:r w:rsidRPr="007C371D">
        <w:t>E-Mail: leasteiner@webnet.de</w:t>
      </w:r>
    </w:p>
    <w:p w14:paraId="4694731C" w14:textId="77777777" w:rsidR="007C371D" w:rsidRDefault="007C371D" w:rsidP="007C371D"/>
    <w:p w14:paraId="78B5AA59" w14:textId="77777777" w:rsidR="008C145D" w:rsidRDefault="008C145D" w:rsidP="007C371D"/>
    <w:p w14:paraId="08CFA167" w14:textId="77777777" w:rsidR="00DE0492" w:rsidRDefault="00DE0492" w:rsidP="007C371D"/>
    <w:p w14:paraId="4C417D05" w14:textId="77777777" w:rsidR="00BF465A" w:rsidRPr="007C371D" w:rsidRDefault="00BF465A" w:rsidP="007C371D"/>
    <w:p w14:paraId="485F2D0E" w14:textId="77777777" w:rsidR="007C371D" w:rsidRPr="007C371D" w:rsidRDefault="007C371D" w:rsidP="007C371D">
      <w:r w:rsidRPr="007C371D">
        <w:t xml:space="preserve">Max-Planck-Institut </w:t>
      </w:r>
    </w:p>
    <w:p w14:paraId="06504E54" w14:textId="77777777" w:rsidR="007C371D" w:rsidRPr="007C371D" w:rsidRDefault="007C371D" w:rsidP="007C371D">
      <w:r w:rsidRPr="007C371D">
        <w:t>für Physikalische Chemie</w:t>
      </w:r>
    </w:p>
    <w:p w14:paraId="51D990A1" w14:textId="77777777" w:rsidR="007C371D" w:rsidRPr="007C371D" w:rsidRDefault="007C371D" w:rsidP="007C371D">
      <w:r w:rsidRPr="007C371D">
        <w:t>Herrn Prof. Dr. Justus Steinbrech</w:t>
      </w:r>
    </w:p>
    <w:p w14:paraId="228E5F76" w14:textId="77777777" w:rsidR="007C371D" w:rsidRPr="007C371D" w:rsidRDefault="007C371D" w:rsidP="007C371D">
      <w:r w:rsidRPr="007C371D">
        <w:t>Alter Treidelweg 15</w:t>
      </w:r>
    </w:p>
    <w:p w14:paraId="4AF0E5B8" w14:textId="77777777" w:rsidR="007C371D" w:rsidRPr="007C371D" w:rsidRDefault="007C371D" w:rsidP="007C371D">
      <w:r w:rsidRPr="007C371D">
        <w:t>90765 Fürth</w:t>
      </w:r>
    </w:p>
    <w:p w14:paraId="16A991FF" w14:textId="77777777" w:rsidR="007C371D" w:rsidRPr="007C371D" w:rsidRDefault="007C371D" w:rsidP="007C371D"/>
    <w:p w14:paraId="0252A86D" w14:textId="77777777" w:rsidR="007C371D" w:rsidRPr="007C371D" w:rsidRDefault="007C371D" w:rsidP="007C371D"/>
    <w:p w14:paraId="38140755" w14:textId="616E1296" w:rsidR="007C371D" w:rsidRPr="007C371D" w:rsidRDefault="007C371D" w:rsidP="007C371D">
      <w:pPr>
        <w:jc w:val="right"/>
      </w:pPr>
      <w:r w:rsidRPr="007C371D">
        <w:t>Nürnberg, 21.1.201</w:t>
      </w:r>
      <w:r>
        <w:t>6</w:t>
      </w:r>
    </w:p>
    <w:p w14:paraId="736A2863" w14:textId="77777777" w:rsidR="007C371D" w:rsidRPr="007C371D" w:rsidRDefault="007C371D" w:rsidP="007C371D"/>
    <w:p w14:paraId="4A9C4D02" w14:textId="77777777" w:rsidR="007C371D" w:rsidRPr="007C371D" w:rsidRDefault="007C371D" w:rsidP="007C371D"/>
    <w:p w14:paraId="6943270E" w14:textId="77777777" w:rsidR="007C371D" w:rsidRPr="007C371D" w:rsidRDefault="007C371D" w:rsidP="007C371D">
      <w:pPr>
        <w:rPr>
          <w:b/>
        </w:rPr>
      </w:pPr>
      <w:r w:rsidRPr="007C371D">
        <w:rPr>
          <w:b/>
        </w:rPr>
        <w:t>Bewerbung als Abteilungssekretärin</w:t>
      </w:r>
    </w:p>
    <w:p w14:paraId="503E426A" w14:textId="77777777" w:rsidR="007C371D" w:rsidRPr="007C371D" w:rsidRDefault="007C371D" w:rsidP="007C371D"/>
    <w:p w14:paraId="7F86BFC9" w14:textId="77777777" w:rsidR="007C371D" w:rsidRPr="007C371D" w:rsidRDefault="007C371D" w:rsidP="007C371D"/>
    <w:p w14:paraId="6F7875B5" w14:textId="77777777" w:rsidR="007C371D" w:rsidRPr="007C371D" w:rsidRDefault="007C371D" w:rsidP="007C371D">
      <w:r w:rsidRPr="007C371D">
        <w:t>Sehr geehrter Herr Professor Steinbrech,</w:t>
      </w:r>
    </w:p>
    <w:p w14:paraId="7B488BF9" w14:textId="77777777" w:rsidR="007C371D" w:rsidRPr="007C371D" w:rsidRDefault="007C371D" w:rsidP="007C371D">
      <w:pPr>
        <w:rPr>
          <w:sz w:val="14"/>
          <w:szCs w:val="14"/>
        </w:rPr>
      </w:pPr>
    </w:p>
    <w:p w14:paraId="292ECCF7" w14:textId="06B52ECE" w:rsidR="007C371D" w:rsidRPr="007C371D" w:rsidRDefault="007C371D" w:rsidP="007C371D">
      <w:r w:rsidRPr="007C371D">
        <w:t xml:space="preserve">auf www.haz-job.de habe ich Ihr Stellenangebot vom 8. </w:t>
      </w:r>
      <w:r>
        <w:t xml:space="preserve">Januar gelesen. Als </w:t>
      </w:r>
      <w:r w:rsidRPr="007C371D">
        <w:t>ungekündigte Tea</w:t>
      </w:r>
      <w:r w:rsidRPr="007C371D">
        <w:t>m</w:t>
      </w:r>
      <w:r w:rsidRPr="007C371D">
        <w:t>sekretärin in einem mittelständischen Betrieb</w:t>
      </w:r>
      <w:r>
        <w:t xml:space="preserve"> der chemischen Industrie</w:t>
      </w:r>
      <w:r w:rsidRPr="007C371D">
        <w:t xml:space="preserve"> suche ich die Chance auf eine verantwortungsvolle Position. Daher bewerbe ich mich bei Ihnen.</w:t>
      </w:r>
    </w:p>
    <w:p w14:paraId="0379DCCD" w14:textId="77777777" w:rsidR="007C371D" w:rsidRPr="007C371D" w:rsidRDefault="007C371D" w:rsidP="007C371D">
      <w:pPr>
        <w:rPr>
          <w:sz w:val="14"/>
          <w:szCs w:val="14"/>
        </w:rPr>
      </w:pPr>
    </w:p>
    <w:p w14:paraId="7518595E" w14:textId="77777777" w:rsidR="007C371D" w:rsidRPr="007C371D" w:rsidRDefault="007C371D" w:rsidP="007C371D">
      <w:r w:rsidRPr="007C371D">
        <w:t>Sie brauchen jemanden, der</w:t>
      </w:r>
    </w:p>
    <w:p w14:paraId="4229747E" w14:textId="77777777" w:rsidR="007C371D" w:rsidRPr="007C371D" w:rsidRDefault="007C371D" w:rsidP="007C371D">
      <w:r w:rsidRPr="007C371D">
        <w:t xml:space="preserve">1. speziell für die Organisation und Administration in Ihrer Abteilung sorgt, </w:t>
      </w:r>
    </w:p>
    <w:p w14:paraId="4B66DDAA" w14:textId="77777777" w:rsidR="007C371D" w:rsidRPr="007C371D" w:rsidRDefault="007C371D" w:rsidP="007C371D">
      <w:r w:rsidRPr="007C371D">
        <w:t xml:space="preserve">2. den Schriftverkehr und sonstige Aufgaben pünktlich und zuverlässig erledigt und </w:t>
      </w:r>
    </w:p>
    <w:p w14:paraId="44529F12" w14:textId="77777777" w:rsidR="007C371D" w:rsidRPr="007C371D" w:rsidRDefault="007C371D" w:rsidP="007C371D">
      <w:r w:rsidRPr="007C371D">
        <w:t>3. wissenschaftliche Manuskripte und Abbildungen am Rechner bearbeiten kann.</w:t>
      </w:r>
    </w:p>
    <w:p w14:paraId="30AD46FD" w14:textId="77777777" w:rsidR="007C371D" w:rsidRPr="007C371D" w:rsidRDefault="007C371D" w:rsidP="007C371D">
      <w:pPr>
        <w:rPr>
          <w:sz w:val="14"/>
          <w:szCs w:val="14"/>
        </w:rPr>
      </w:pPr>
    </w:p>
    <w:p w14:paraId="02891C66" w14:textId="7B860F00" w:rsidR="007C371D" w:rsidRPr="007C371D" w:rsidRDefault="007C371D" w:rsidP="007C371D">
      <w:r w:rsidRPr="007C371D">
        <w:t>Ad 1: Organisation und Administration habe ich im Griff. Diese Fähigkeit braucht man als Sekr</w:t>
      </w:r>
      <w:r w:rsidRPr="007C371D">
        <w:t>e</w:t>
      </w:r>
      <w:r w:rsidRPr="007C371D">
        <w:t>tärin ständig. Ich habe auch ein Faible für Ordnung und für ein tadelloses Büro, wo man sofort findet, was man sucht.</w:t>
      </w:r>
    </w:p>
    <w:p w14:paraId="61132947" w14:textId="77777777" w:rsidR="007C371D" w:rsidRPr="007C371D" w:rsidRDefault="007C371D" w:rsidP="007C371D">
      <w:r w:rsidRPr="007C371D">
        <w:t>Ad 2: Der Schriftverkehr ist für mich kein Problem; Englisch beherrsche ich fließend – nicht nur mündlich, sondern auch schriftlich.</w:t>
      </w:r>
    </w:p>
    <w:p w14:paraId="372379CA" w14:textId="77777777" w:rsidR="007C371D" w:rsidRPr="007C371D" w:rsidRDefault="007C371D" w:rsidP="007C371D">
      <w:r w:rsidRPr="007C371D">
        <w:t>Ad 3: Selbstverständlich kann ich mit den gängigen Office- und Internetanwendungen umgehen. Digitale Bildbearbeitung habe ich noch nie gemacht, aber ich sehe kein Hindernis darin, mich einzuarbeiten.</w:t>
      </w:r>
    </w:p>
    <w:p w14:paraId="67040190" w14:textId="77777777" w:rsidR="007C371D" w:rsidRPr="007C371D" w:rsidRDefault="007C371D" w:rsidP="007C371D">
      <w:pPr>
        <w:rPr>
          <w:sz w:val="14"/>
          <w:szCs w:val="14"/>
        </w:rPr>
      </w:pPr>
    </w:p>
    <w:p w14:paraId="734234C8" w14:textId="77777777" w:rsidR="00DE0492" w:rsidRDefault="007C371D" w:rsidP="007C371D">
      <w:r w:rsidRPr="007C371D">
        <w:t xml:space="preserve">Wenn Sie darüber hinaus Wert auf Freundlichkeit legen, dann passen wir sehr gut zusammen. Ich freue mich, wenn Sie mich zu einem Vorstellungsgespräch einladen, </w:t>
      </w:r>
    </w:p>
    <w:p w14:paraId="1FBCE095" w14:textId="4DEFBF39" w:rsidR="007C371D" w:rsidRDefault="007C371D" w:rsidP="007C371D">
      <w:r w:rsidRPr="007C371D">
        <w:t>und verbleibe mit freundlichem Gruß</w:t>
      </w:r>
    </w:p>
    <w:p w14:paraId="206F9209" w14:textId="77777777" w:rsidR="00DE0492" w:rsidRPr="007C371D" w:rsidRDefault="00DE0492" w:rsidP="007C371D"/>
    <w:p w14:paraId="329AD342" w14:textId="67FA455A" w:rsidR="0095639B" w:rsidRPr="00B25394" w:rsidRDefault="007C371D" w:rsidP="005040AE">
      <w:pPr>
        <w:pStyle w:val="UnterschriftName"/>
        <w:rPr>
          <w:rFonts w:ascii="Lucida Handwriting" w:hAnsi="Lucida Handwriting"/>
        </w:rPr>
      </w:pPr>
      <w:bookmarkStart w:id="0" w:name="_GoBack"/>
      <w:r w:rsidRPr="00B25394">
        <w:rPr>
          <w:rFonts w:ascii="Lucida Handwriting" w:hAnsi="Lucida Handwriting"/>
        </w:rPr>
        <w:t>Lea Steiner</w:t>
      </w:r>
      <w:bookmarkEnd w:id="0"/>
    </w:p>
    <w:sectPr w:rsidR="0095639B" w:rsidRPr="00B25394" w:rsidSect="00BF465A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B273C" w14:textId="77777777" w:rsidR="008C145D" w:rsidRDefault="008C145D" w:rsidP="00D04998">
      <w:pPr>
        <w:spacing w:line="240" w:lineRule="auto"/>
      </w:pPr>
      <w:r>
        <w:separator/>
      </w:r>
    </w:p>
  </w:endnote>
  <w:endnote w:type="continuationSeparator" w:id="0">
    <w:p w14:paraId="44007B12" w14:textId="77777777" w:rsidR="008C145D" w:rsidRDefault="008C145D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00000287" w:usb1="00000000" w:usb2="00000000" w:usb3="00000000" w:csb0="0000009F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19D15" w14:textId="77777777" w:rsidR="008C145D" w:rsidRDefault="008C145D" w:rsidP="00D04998">
      <w:pPr>
        <w:spacing w:line="240" w:lineRule="auto"/>
      </w:pPr>
      <w:r>
        <w:separator/>
      </w:r>
    </w:p>
  </w:footnote>
  <w:footnote w:type="continuationSeparator" w:id="0">
    <w:p w14:paraId="0E955EC2" w14:textId="77777777" w:rsidR="008C145D" w:rsidRDefault="008C145D" w:rsidP="00D0499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0B1FA9"/>
    <w:rsid w:val="000D0FC8"/>
    <w:rsid w:val="001F67C0"/>
    <w:rsid w:val="0021238A"/>
    <w:rsid w:val="00286F60"/>
    <w:rsid w:val="00370185"/>
    <w:rsid w:val="003B7D74"/>
    <w:rsid w:val="004F0647"/>
    <w:rsid w:val="005040AE"/>
    <w:rsid w:val="00631380"/>
    <w:rsid w:val="006F5C84"/>
    <w:rsid w:val="00770743"/>
    <w:rsid w:val="007C371D"/>
    <w:rsid w:val="008C145D"/>
    <w:rsid w:val="008D2E71"/>
    <w:rsid w:val="008D76FD"/>
    <w:rsid w:val="0095639B"/>
    <w:rsid w:val="009D01B1"/>
    <w:rsid w:val="00A479D8"/>
    <w:rsid w:val="00A66DEC"/>
    <w:rsid w:val="00AB5BC5"/>
    <w:rsid w:val="00AB6AAA"/>
    <w:rsid w:val="00AE72C8"/>
    <w:rsid w:val="00B14BB3"/>
    <w:rsid w:val="00B25394"/>
    <w:rsid w:val="00BF465A"/>
    <w:rsid w:val="00C841F7"/>
    <w:rsid w:val="00CC6031"/>
    <w:rsid w:val="00CC7DA6"/>
    <w:rsid w:val="00D04998"/>
    <w:rsid w:val="00DE0492"/>
    <w:rsid w:val="00DF7E68"/>
    <w:rsid w:val="00E37989"/>
    <w:rsid w:val="00EA037D"/>
    <w:rsid w:val="00EB3170"/>
    <w:rsid w:val="00F1444A"/>
    <w:rsid w:val="00F339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F5C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F67C0"/>
    <w:pPr>
      <w:spacing w:line="310" w:lineRule="exact"/>
    </w:pPr>
    <w:rPr>
      <w:rFonts w:ascii="Calibri" w:hAnsi="Calibr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5040AE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F67C0"/>
    <w:pPr>
      <w:spacing w:line="310" w:lineRule="exact"/>
    </w:pPr>
    <w:rPr>
      <w:rFonts w:ascii="Calibri" w:hAnsi="Calibr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5040AE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DB9C92A</Template>
  <TotalTime>0</TotalTime>
  <Pages>1</Pages>
  <Words>217</Words>
  <Characters>1373</Characters>
  <Application>Microsoft Office Word</Application>
  <DocSecurity>0</DocSecurity>
  <Lines>11</Lines>
  <Paragraphs>3</Paragraphs>
  <ScaleCrop>false</ScaleCrop>
  <Company>F G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2015-11-10T08:23:00Z</cp:lastPrinted>
  <dcterms:created xsi:type="dcterms:W3CDTF">2015-11-10T08:23:00Z</dcterms:created>
  <dcterms:modified xsi:type="dcterms:W3CDTF">2016-02-02T07:52:00Z</dcterms:modified>
</cp:coreProperties>
</file>